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4C834F51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8E1DD8">
        <w:rPr>
          <w:rStyle w:val="Strong"/>
          <w:rFonts w:asciiTheme="minorHAnsi" w:hAnsiTheme="minorHAnsi" w:cstheme="minorHAnsi"/>
          <w:lang w:val="en-GB"/>
        </w:rPr>
        <w:t>27-G008-22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24A7EEAB" w14:textId="6F6C3733" w:rsidR="00C44890" w:rsidRDefault="00C44890" w:rsidP="0007353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0EB1A02D" w14:textId="3719A6DE" w:rsidR="00C949AE" w:rsidRPr="00492684" w:rsidRDefault="002D5725" w:rsidP="00C44890">
      <w:pPr>
        <w:rPr>
          <w:lang w:val="en-GB"/>
        </w:rPr>
      </w:pPr>
      <w:r>
        <w:rPr>
          <w:lang w:val="en-GB"/>
        </w:rPr>
        <w:t xml:space="preserve">The main objective of this procurement is to assist MISE HQ with the need of transportation </w:t>
      </w:r>
      <w:r w:rsidR="00A62D58">
        <w:rPr>
          <w:lang w:val="en-GB"/>
        </w:rPr>
        <w:t xml:space="preserve">which has been a major issue within MISE. Currently MISE has only 1 </w:t>
      </w:r>
      <w:r w:rsidR="000201DC">
        <w:rPr>
          <w:lang w:val="en-GB"/>
        </w:rPr>
        <w:t xml:space="preserve">active vehicle to assist 6 units and this has cause major setbacks </w:t>
      </w:r>
      <w:r w:rsidR="00E231E1">
        <w:rPr>
          <w:lang w:val="en-GB"/>
        </w:rPr>
        <w:t xml:space="preserve">in urgent matters both internally and externally. 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</w:p>
    <w:p w14:paraId="63B9B8A8" w14:textId="592F225E" w:rsidR="002A4740" w:rsidRDefault="002B79DB" w:rsidP="00C44890">
      <w:pPr>
        <w:rPr>
          <w:lang w:val="en-GB"/>
        </w:rPr>
      </w:pPr>
      <w:r>
        <w:rPr>
          <w:lang w:val="en-GB"/>
        </w:rPr>
        <w:t>Pictur</w:t>
      </w:r>
      <w:r w:rsidR="00AE1CED">
        <w:rPr>
          <w:lang w:val="en-GB"/>
        </w:rPr>
        <w:t xml:space="preserve">e of vehicle </w:t>
      </w:r>
      <w:r>
        <w:rPr>
          <w:lang w:val="en-GB"/>
        </w:rPr>
        <w:t>and manual to be provided when possible</w:t>
      </w:r>
    </w:p>
    <w:p w14:paraId="0225E1AA" w14:textId="77777777" w:rsidR="002B79DB" w:rsidRDefault="00D94464" w:rsidP="00C44890">
      <w:pPr>
        <w:rPr>
          <w:lang w:val="en-GB"/>
        </w:rPr>
      </w:pPr>
      <w:r>
        <w:rPr>
          <w:lang w:val="en-GB"/>
        </w:rPr>
        <w:t>Business Licens</w:t>
      </w:r>
      <w:r w:rsidR="002B79DB">
        <w:rPr>
          <w:lang w:val="en-GB"/>
        </w:rPr>
        <w:t>e</w:t>
      </w:r>
    </w:p>
    <w:p w14:paraId="0F6BC88B" w14:textId="734618F8" w:rsidR="002B79DB" w:rsidRDefault="002B79DB" w:rsidP="00C44890">
      <w:pPr>
        <w:rPr>
          <w:lang w:val="en-GB"/>
        </w:rPr>
      </w:pPr>
      <w:r>
        <w:rPr>
          <w:lang w:val="en-GB"/>
        </w:rPr>
        <w:t xml:space="preserve">Business registration </w:t>
      </w:r>
    </w:p>
    <w:p w14:paraId="01C53486" w14:textId="234FCAD5" w:rsidR="00D94464" w:rsidRDefault="00D94464" w:rsidP="00C44890">
      <w:pPr>
        <w:rPr>
          <w:lang w:val="en-GB"/>
        </w:rPr>
      </w:pPr>
      <w:r>
        <w:rPr>
          <w:lang w:val="en-GB"/>
        </w:rPr>
        <w:t>Quotation</w:t>
      </w:r>
    </w:p>
    <w:p w14:paraId="7EE4BA2A" w14:textId="3F2CC724" w:rsidR="00950C86" w:rsidRPr="00492684" w:rsidRDefault="00950C86" w:rsidP="00C44890">
      <w:pPr>
        <w:rPr>
          <w:lang w:val="en-GB"/>
        </w:rPr>
      </w:pPr>
      <w:r>
        <w:rPr>
          <w:lang w:val="en-GB"/>
        </w:rPr>
        <w:t xml:space="preserve">Warranty 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5775E22A" w:rsidR="00C44890" w:rsidRPr="00492684" w:rsidRDefault="00C44890" w:rsidP="00C44890">
      <w:pPr>
        <w:rPr>
          <w:lang w:val="en-GB"/>
        </w:rPr>
      </w:pPr>
      <w:r w:rsidRPr="00492684">
        <w:rPr>
          <w:highlight w:val="yellow"/>
          <w:lang w:val="en-GB"/>
        </w:rPr>
        <w:t xml:space="preserve">&lt;insert </w:t>
      </w:r>
      <w:r w:rsidR="002A4740" w:rsidRPr="00492684">
        <w:rPr>
          <w:highlight w:val="yellow"/>
          <w:lang w:val="en-GB"/>
        </w:rPr>
        <w:t>related services</w:t>
      </w:r>
      <w:r w:rsidRPr="00492684">
        <w:rPr>
          <w:highlight w:val="yellow"/>
          <w:lang w:val="en-GB"/>
        </w:rPr>
        <w:t>&gt;</w:t>
      </w:r>
    </w:p>
    <w:p w14:paraId="1FAB4B7A" w14:textId="700C5936" w:rsidR="00C44890" w:rsidRDefault="00C44890" w:rsidP="002B79DB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49A47C32" w14:textId="54DC8BB5" w:rsidR="00950C86" w:rsidRPr="00492684" w:rsidRDefault="002B79DB" w:rsidP="00C44890">
      <w:pPr>
        <w:rPr>
          <w:lang w:val="en-GB"/>
        </w:rPr>
      </w:pPr>
      <w:r>
        <w:rPr>
          <w:lang w:val="en-GB"/>
        </w:rPr>
        <w:t>At the earliest and shortest time possible</w:t>
      </w:r>
    </w:p>
    <w:bookmarkEnd w:id="5"/>
    <w:bookmarkEnd w:id="6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8362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8362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200295E" w14:textId="445B406B" w:rsidR="002A4740" w:rsidRDefault="002E15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Double Cab</w:t>
            </w:r>
            <w:r w:rsidR="002B79DB">
              <w:rPr>
                <w:lang w:val="en-GB"/>
              </w:rPr>
              <w:t xml:space="preserve"> </w:t>
            </w:r>
            <w:r w:rsidR="00773DE2">
              <w:rPr>
                <w:lang w:val="en-GB"/>
              </w:rPr>
              <w:t>(</w:t>
            </w:r>
            <w:r w:rsidR="00CE0DBE">
              <w:rPr>
                <w:lang w:val="en-GB"/>
              </w:rPr>
              <w:t>4</w:t>
            </w:r>
            <w:r w:rsidR="0083626C">
              <w:rPr>
                <w:lang w:val="en-GB"/>
              </w:rPr>
              <w:t>x4</w:t>
            </w:r>
            <w:r w:rsidR="00773DE2">
              <w:rPr>
                <w:lang w:val="en-GB"/>
              </w:rPr>
              <w:t>)</w:t>
            </w:r>
          </w:p>
          <w:p w14:paraId="4243B5E2" w14:textId="3E7FFFAF" w:rsidR="00116464" w:rsidRDefault="0011646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Latest model preferable </w:t>
            </w:r>
            <w:r w:rsidR="0083626C">
              <w:rPr>
                <w:lang w:val="en-GB"/>
              </w:rPr>
              <w:t>with at least 6 months warranty</w:t>
            </w:r>
            <w:r w:rsidR="00FF5DE5">
              <w:rPr>
                <w:lang w:val="en-GB"/>
              </w:rPr>
              <w:t xml:space="preserve"> with provided mechanical repair tools, necessary parts, spare tire, operational manual book, and recent photos of the vehicle.</w:t>
            </w:r>
          </w:p>
          <w:p w14:paraId="6A4A0819" w14:textId="7E09520F" w:rsidR="00FF5DE5" w:rsidRPr="00492684" w:rsidRDefault="00FF5DE5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352597C6" w14:textId="0CB698BA" w:rsidR="002A4740" w:rsidRPr="00492684" w:rsidRDefault="002E15D9" w:rsidP="008362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36988" w:rsidRPr="00492684" w14:paraId="170C7F82" w14:textId="77777777" w:rsidTr="008362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2304652" w14:textId="6F7A9398" w:rsidR="00636988" w:rsidRPr="003D5CE6" w:rsidRDefault="003D5CE6" w:rsidP="00C44890">
            <w:pPr>
              <w:rPr>
                <w:b w:val="0"/>
                <w:bCs w:val="0"/>
                <w:lang w:val="en-GB"/>
              </w:rPr>
            </w:pPr>
            <w:r w:rsidRPr="003D5CE6">
              <w:rPr>
                <w:b w:val="0"/>
                <w:bCs w:val="0"/>
                <w:lang w:val="en-GB"/>
              </w:rPr>
              <w:lastRenderedPageBreak/>
              <w:t>2</w:t>
            </w:r>
          </w:p>
        </w:tc>
        <w:tc>
          <w:tcPr>
            <w:tcW w:w="4678" w:type="dxa"/>
          </w:tcPr>
          <w:p w14:paraId="311E9FF8" w14:textId="6097E09C" w:rsidR="00FF5DE5" w:rsidRDefault="00AC2A00" w:rsidP="00FF5D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2022 Toyota Rav4</w:t>
            </w:r>
            <w:r w:rsidR="00DF1122">
              <w:rPr>
                <w:lang w:val="en-GB"/>
              </w:rPr>
              <w:t xml:space="preserve"> with 6 months warranty</w:t>
            </w:r>
            <w:r w:rsidR="00FF5DE5">
              <w:rPr>
                <w:lang w:val="en-GB"/>
              </w:rPr>
              <w:t xml:space="preserve"> with provided mechanical repair tools, necessary parts, spare tire, operational manual booklet, and recent photos of the vehicle.</w:t>
            </w:r>
          </w:p>
          <w:p w14:paraId="310683B1" w14:textId="01F81871" w:rsidR="00636988" w:rsidRDefault="00636988" w:rsidP="00FF5D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61F6F737" w14:textId="6E9371A9" w:rsidR="00636988" w:rsidRDefault="003D5CE6" w:rsidP="008362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5A76D19F" w14:textId="77777777" w:rsidR="00636988" w:rsidRPr="00492684" w:rsidRDefault="006369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B549608" w14:textId="77777777" w:rsidR="00636988" w:rsidRPr="00492684" w:rsidRDefault="006369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8362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20112E1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2B307F71" w14:textId="3735A53F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74F04" w14:textId="77777777" w:rsidR="00E310A7" w:rsidRDefault="00E310A7">
      <w:r>
        <w:separator/>
      </w:r>
    </w:p>
  </w:endnote>
  <w:endnote w:type="continuationSeparator" w:id="0">
    <w:p w14:paraId="294AA4F0" w14:textId="77777777" w:rsidR="00E310A7" w:rsidRDefault="00E310A7">
      <w:r>
        <w:continuationSeparator/>
      </w:r>
    </w:p>
  </w:endnote>
  <w:endnote w:type="continuationNotice" w:id="1">
    <w:p w14:paraId="1B79267F" w14:textId="77777777" w:rsidR="00E310A7" w:rsidRDefault="00E310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4A5F8EFC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E1DD8">
      <w:rPr>
        <w:noProof/>
      </w:rPr>
      <w:t>2022-11-17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352B3" w14:textId="77777777" w:rsidR="00E310A7" w:rsidRDefault="00E310A7">
      <w:r>
        <w:separator/>
      </w:r>
    </w:p>
  </w:footnote>
  <w:footnote w:type="continuationSeparator" w:id="0">
    <w:p w14:paraId="1226E196" w14:textId="77777777" w:rsidR="00E310A7" w:rsidRDefault="00E310A7">
      <w:r>
        <w:continuationSeparator/>
      </w:r>
    </w:p>
  </w:footnote>
  <w:footnote w:type="continuationNotice" w:id="1">
    <w:p w14:paraId="06A956F9" w14:textId="77777777" w:rsidR="00E310A7" w:rsidRDefault="00E310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692A03C1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A66587" w:rsidRPr="00A66587">
      <w:rPr>
        <w:rStyle w:val="Strong"/>
        <w:rFonts w:asciiTheme="minorHAnsi" w:hAnsiTheme="minorHAnsi" w:cstheme="minorHAnsi"/>
        <w:lang w:val="en-GB"/>
      </w:rPr>
      <w:t>RFQ-</w:t>
    </w:r>
    <w:r w:rsidR="00A66587">
      <w:rPr>
        <w:rStyle w:val="Strong"/>
        <w:rFonts w:asciiTheme="minorHAnsi" w:hAnsiTheme="minorHAnsi" w:cstheme="minorHAnsi"/>
        <w:lang w:val="en-GB"/>
      </w:rPr>
      <w:t>MXXX</w:t>
    </w:r>
    <w:r w:rsidR="00A66587" w:rsidRPr="00A66587">
      <w:rPr>
        <w:rStyle w:val="Strong"/>
        <w:rFonts w:asciiTheme="minorHAnsi" w:hAnsiTheme="minorHAnsi" w:cstheme="minorHAnsi"/>
        <w:lang w:val="en-GB"/>
      </w:rPr>
      <w:t>-2020-</w:t>
    </w:r>
    <w:r w:rsidR="00A66587" w:rsidRPr="00800392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441252">
    <w:abstractNumId w:val="1"/>
  </w:num>
  <w:num w:numId="2" w16cid:durableId="1381516012">
    <w:abstractNumId w:val="13"/>
  </w:num>
  <w:num w:numId="3" w16cid:durableId="1413162508">
    <w:abstractNumId w:val="14"/>
  </w:num>
  <w:num w:numId="4" w16cid:durableId="329525060">
    <w:abstractNumId w:val="5"/>
  </w:num>
  <w:num w:numId="5" w16cid:durableId="402217809">
    <w:abstractNumId w:val="4"/>
  </w:num>
  <w:num w:numId="6" w16cid:durableId="600989496">
    <w:abstractNumId w:val="9"/>
  </w:num>
  <w:num w:numId="7" w16cid:durableId="86318446">
    <w:abstractNumId w:val="6"/>
  </w:num>
  <w:num w:numId="8" w16cid:durableId="2114204142">
    <w:abstractNumId w:val="11"/>
  </w:num>
  <w:num w:numId="9" w16cid:durableId="1106074340">
    <w:abstractNumId w:val="0"/>
  </w:num>
  <w:num w:numId="10" w16cid:durableId="1572109463">
    <w:abstractNumId w:val="10"/>
  </w:num>
  <w:num w:numId="11" w16cid:durableId="1152798465">
    <w:abstractNumId w:val="2"/>
  </w:num>
  <w:num w:numId="12" w16cid:durableId="618950783">
    <w:abstractNumId w:val="8"/>
  </w:num>
  <w:num w:numId="13" w16cid:durableId="381833938">
    <w:abstractNumId w:val="12"/>
  </w:num>
  <w:num w:numId="14" w16cid:durableId="351030158">
    <w:abstractNumId w:val="3"/>
  </w:num>
  <w:num w:numId="15" w16cid:durableId="542865819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1DC"/>
    <w:rsid w:val="00020DA4"/>
    <w:rsid w:val="000211D8"/>
    <w:rsid w:val="00022914"/>
    <w:rsid w:val="00022B15"/>
    <w:rsid w:val="000260BD"/>
    <w:rsid w:val="00026A21"/>
    <w:rsid w:val="0002753F"/>
    <w:rsid w:val="0003139A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530"/>
    <w:rsid w:val="00073806"/>
    <w:rsid w:val="00075273"/>
    <w:rsid w:val="000768F7"/>
    <w:rsid w:val="00077FC8"/>
    <w:rsid w:val="00081AB0"/>
    <w:rsid w:val="000825EA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464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200B"/>
    <w:rsid w:val="002B39E4"/>
    <w:rsid w:val="002B4161"/>
    <w:rsid w:val="002B5EF8"/>
    <w:rsid w:val="002B64B7"/>
    <w:rsid w:val="002B68E8"/>
    <w:rsid w:val="002B79DB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5725"/>
    <w:rsid w:val="002D645D"/>
    <w:rsid w:val="002E09FB"/>
    <w:rsid w:val="002E15D9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5CE6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A2F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4EAC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988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2B35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807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E1F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3DE2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2C8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3626C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147E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DD8"/>
    <w:rsid w:val="008E2243"/>
    <w:rsid w:val="008E2B4B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0C86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2D58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2A00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4D9"/>
    <w:rsid w:val="00AD755D"/>
    <w:rsid w:val="00AD7F57"/>
    <w:rsid w:val="00AE099B"/>
    <w:rsid w:val="00AE148D"/>
    <w:rsid w:val="00AE1CE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993"/>
    <w:rsid w:val="00B44D0D"/>
    <w:rsid w:val="00B45693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49AE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0DBE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265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464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1122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7EF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31E1"/>
    <w:rsid w:val="00E27C02"/>
    <w:rsid w:val="00E310A7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5DE5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0</TotalTime>
  <Pages>3</Pages>
  <Words>190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1274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2</cp:revision>
  <cp:lastPrinted>2013-10-18T08:32:00Z</cp:lastPrinted>
  <dcterms:created xsi:type="dcterms:W3CDTF">2022-11-17T04:34:00Z</dcterms:created>
  <dcterms:modified xsi:type="dcterms:W3CDTF">2022-11-17T04:34:00Z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